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</w:t>
            </w:r>
            <w:bookmarkStart w:id="0" w:name="_GoBack"/>
            <w:bookmarkEnd w:id="0"/>
            <w:r>
              <w:rPr>
                <w:b/>
                <w:bCs/>
                <w:sz w:val="22"/>
                <w:szCs w:val="22"/>
              </w:rPr>
              <w:t>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406801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F928D8" w:rsidRPr="0025072A" w:rsidTr="00406801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A0BC1" w:rsidRDefault="001A0BC1" w:rsidP="00CC4126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nákup dopravního automobilu pro jsdh </w:t>
            </w:r>
          </w:p>
          <w:p w:rsidR="00CC4126" w:rsidRPr="0025072A" w:rsidRDefault="00107392" w:rsidP="00107392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uherský brod - Těšov</w:t>
            </w:r>
          </w:p>
        </w:tc>
      </w:tr>
      <w:tr w:rsidR="00F928D8" w:rsidRPr="003D1519" w:rsidTr="00406801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406801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406801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406801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2C279B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15682B">
    <w:pPr>
      <w:pStyle w:val="Zhlav"/>
      <w:tabs>
        <w:tab w:val="clear" w:pos="4536"/>
        <w:tab w:val="clear" w:pos="9072"/>
        <w:tab w:val="left" w:pos="3594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BBA98E" wp14:editId="0164A7C6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F344B8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BBA98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F344B8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0D84FBB9" wp14:editId="41B9A2CD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5682B">
      <w:tab/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6A6D"/>
    <w:rsid w:val="0002749A"/>
    <w:rsid w:val="0003498B"/>
    <w:rsid w:val="00037A5A"/>
    <w:rsid w:val="00044CDA"/>
    <w:rsid w:val="00045F2C"/>
    <w:rsid w:val="000466A9"/>
    <w:rsid w:val="00055C30"/>
    <w:rsid w:val="00055C4D"/>
    <w:rsid w:val="00056CED"/>
    <w:rsid w:val="00056F12"/>
    <w:rsid w:val="00060A10"/>
    <w:rsid w:val="00065020"/>
    <w:rsid w:val="00066346"/>
    <w:rsid w:val="0006639B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590D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392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682B"/>
    <w:rsid w:val="00157350"/>
    <w:rsid w:val="00162DCD"/>
    <w:rsid w:val="001656F8"/>
    <w:rsid w:val="0017208E"/>
    <w:rsid w:val="00176171"/>
    <w:rsid w:val="0018069C"/>
    <w:rsid w:val="0018384E"/>
    <w:rsid w:val="001857C4"/>
    <w:rsid w:val="00196E68"/>
    <w:rsid w:val="001A0BC1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16DF9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5AD2"/>
    <w:rsid w:val="002969B0"/>
    <w:rsid w:val="002A19FB"/>
    <w:rsid w:val="002A2C92"/>
    <w:rsid w:val="002A2D13"/>
    <w:rsid w:val="002A3AA4"/>
    <w:rsid w:val="002A445C"/>
    <w:rsid w:val="002A47C0"/>
    <w:rsid w:val="002A53F0"/>
    <w:rsid w:val="002A55C8"/>
    <w:rsid w:val="002B2255"/>
    <w:rsid w:val="002B42DB"/>
    <w:rsid w:val="002B5AF7"/>
    <w:rsid w:val="002C279B"/>
    <w:rsid w:val="002C4A48"/>
    <w:rsid w:val="002C5433"/>
    <w:rsid w:val="002D572F"/>
    <w:rsid w:val="002E0F84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DAA"/>
    <w:rsid w:val="0037321B"/>
    <w:rsid w:val="00374C70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1B4A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6801"/>
    <w:rsid w:val="00407246"/>
    <w:rsid w:val="00407C75"/>
    <w:rsid w:val="004148A3"/>
    <w:rsid w:val="00426D7D"/>
    <w:rsid w:val="00426ECA"/>
    <w:rsid w:val="00426F53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2F67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1A3D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B5956"/>
    <w:rsid w:val="006C06AD"/>
    <w:rsid w:val="006C11B6"/>
    <w:rsid w:val="006C14C2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60FA4"/>
    <w:rsid w:val="00761533"/>
    <w:rsid w:val="00762994"/>
    <w:rsid w:val="00762F3D"/>
    <w:rsid w:val="0076491A"/>
    <w:rsid w:val="00767FDB"/>
    <w:rsid w:val="00774E69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7729"/>
    <w:rsid w:val="0080218A"/>
    <w:rsid w:val="00805FAC"/>
    <w:rsid w:val="00807634"/>
    <w:rsid w:val="00810252"/>
    <w:rsid w:val="008104A8"/>
    <w:rsid w:val="00815E98"/>
    <w:rsid w:val="00817736"/>
    <w:rsid w:val="00820407"/>
    <w:rsid w:val="008311D2"/>
    <w:rsid w:val="008353D0"/>
    <w:rsid w:val="008355F9"/>
    <w:rsid w:val="008357CF"/>
    <w:rsid w:val="008426A1"/>
    <w:rsid w:val="008461D9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A222B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17ACD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347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B1C61"/>
    <w:rsid w:val="00BB320D"/>
    <w:rsid w:val="00BB3C3E"/>
    <w:rsid w:val="00BB68B2"/>
    <w:rsid w:val="00BB71A3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1130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33D8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126"/>
    <w:rsid w:val="00CC4B8C"/>
    <w:rsid w:val="00CC5472"/>
    <w:rsid w:val="00CC778D"/>
    <w:rsid w:val="00CD13B0"/>
    <w:rsid w:val="00CD312B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9700A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DF5888"/>
    <w:rsid w:val="00E00157"/>
    <w:rsid w:val="00E00C35"/>
    <w:rsid w:val="00E00DAC"/>
    <w:rsid w:val="00E0251E"/>
    <w:rsid w:val="00E07DE6"/>
    <w:rsid w:val="00E13484"/>
    <w:rsid w:val="00E169F4"/>
    <w:rsid w:val="00E27F8C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19EE"/>
    <w:rsid w:val="00EF2479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B8"/>
    <w:rsid w:val="00F344C5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86AEE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5"/>
    <o:shapelayout v:ext="edit">
      <o:idmap v:ext="edit" data="1"/>
    </o:shapelayout>
  </w:shapeDefaults>
  <w:decimalSymbol w:val=","/>
  <w:listSeparator w:val=";"/>
  <w14:defaultImageDpi w14:val="0"/>
  <w15:docId w15:val="{0ECEC8B8-3077-4374-AA12-681A4B1E6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5C572EFE</Template>
  <TotalTime>7</TotalTime>
  <Pages>1</Pages>
  <Words>102</Words>
  <Characters>886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10</cp:revision>
  <cp:lastPrinted>2020-01-20T15:16:00Z</cp:lastPrinted>
  <dcterms:created xsi:type="dcterms:W3CDTF">2022-02-14T12:13:00Z</dcterms:created>
  <dcterms:modified xsi:type="dcterms:W3CDTF">2025-05-07T12:04:00Z</dcterms:modified>
</cp:coreProperties>
</file>